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5502" w:rsidRPr="0050170B" w:rsidRDefault="007F5502" w:rsidP="007F5502">
      <w:pPr>
        <w:rPr>
          <w:rFonts w:asciiTheme="minorHAnsi" w:hAnsiTheme="minorHAnsi"/>
        </w:rPr>
      </w:pPr>
    </w:p>
    <w:p w:rsidR="007F5502" w:rsidRPr="0050170B" w:rsidRDefault="007F5502" w:rsidP="007F5502">
      <w:pPr>
        <w:rPr>
          <w:rFonts w:asciiTheme="minorHAnsi" w:hAnsiTheme="minorHAnsi"/>
        </w:rPr>
      </w:pPr>
      <w:r w:rsidRPr="0050170B">
        <w:rPr>
          <w:rFonts w:asciiTheme="minorHAnsi" w:hAnsiTheme="minorHAnsi"/>
        </w:rPr>
        <w:t xml:space="preserve">Teacher: </w:t>
      </w:r>
      <w:r w:rsidRPr="0050170B">
        <w:rPr>
          <w:rFonts w:asciiTheme="minorHAnsi" w:hAnsiTheme="minorHAnsi"/>
          <w:u w:val="single"/>
        </w:rPr>
        <w:t>Mrs. Hansen</w:t>
      </w:r>
      <w:r w:rsidRPr="0050170B">
        <w:rPr>
          <w:rFonts w:asciiTheme="minorHAnsi" w:hAnsiTheme="minorHAnsi"/>
        </w:rPr>
        <w:tab/>
      </w:r>
      <w:r w:rsidRPr="0050170B">
        <w:rPr>
          <w:rFonts w:asciiTheme="minorHAnsi" w:hAnsiTheme="minorHAnsi"/>
        </w:rPr>
        <w:tab/>
      </w:r>
      <w:proofErr w:type="gramStart"/>
      <w:r w:rsidRPr="0050170B">
        <w:rPr>
          <w:rFonts w:asciiTheme="minorHAnsi" w:hAnsiTheme="minorHAnsi"/>
        </w:rPr>
        <w:t>Subject :</w:t>
      </w:r>
      <w:proofErr w:type="gramEnd"/>
      <w:r w:rsidRPr="0050170B">
        <w:rPr>
          <w:rFonts w:asciiTheme="minorHAnsi" w:hAnsiTheme="minorHAnsi"/>
        </w:rPr>
        <w:t xml:space="preserve"> __</w:t>
      </w:r>
      <w:r w:rsidR="00CE6613" w:rsidRPr="0050170B">
        <w:rPr>
          <w:rFonts w:asciiTheme="minorHAnsi" w:hAnsiTheme="minorHAnsi"/>
          <w:u w:val="single"/>
        </w:rPr>
        <w:t xml:space="preserve">Honors English </w:t>
      </w:r>
      <w:r w:rsidRPr="0050170B">
        <w:rPr>
          <w:rFonts w:asciiTheme="minorHAnsi" w:hAnsiTheme="minorHAnsi"/>
        </w:rPr>
        <w:t>__________________________</w:t>
      </w:r>
    </w:p>
    <w:p w:rsidR="007F5502" w:rsidRPr="0050170B" w:rsidRDefault="007F5502" w:rsidP="007F5502">
      <w:pPr>
        <w:rPr>
          <w:rFonts w:asciiTheme="minorHAnsi" w:hAnsiTheme="minorHAnsi"/>
        </w:rPr>
      </w:pPr>
      <w:r w:rsidRPr="0050170B">
        <w:rPr>
          <w:rFonts w:asciiTheme="minorHAnsi" w:hAnsiTheme="minorHAnsi"/>
        </w:rPr>
        <w:t>Grade(s): __</w:t>
      </w:r>
      <w:r w:rsidR="00CE6613" w:rsidRPr="0050170B">
        <w:rPr>
          <w:rFonts w:asciiTheme="minorHAnsi" w:hAnsiTheme="minorHAnsi"/>
          <w:u w:val="single"/>
        </w:rPr>
        <w:t>11th</w:t>
      </w:r>
      <w:r w:rsidRPr="0050170B">
        <w:rPr>
          <w:rFonts w:asciiTheme="minorHAnsi" w:hAnsiTheme="minorHAnsi"/>
        </w:rPr>
        <w:t xml:space="preserve">_______________ </w:t>
      </w:r>
      <w:r w:rsidRPr="0050170B">
        <w:rPr>
          <w:rFonts w:asciiTheme="minorHAnsi" w:hAnsiTheme="minorHAnsi"/>
        </w:rPr>
        <w:tab/>
        <w:t xml:space="preserve"> Class period and </w:t>
      </w:r>
      <w:proofErr w:type="gramStart"/>
      <w:r w:rsidRPr="0050170B">
        <w:rPr>
          <w:rFonts w:asciiTheme="minorHAnsi" w:hAnsiTheme="minorHAnsi"/>
        </w:rPr>
        <w:t>number:</w:t>
      </w:r>
      <w:proofErr w:type="gramEnd"/>
      <w:r w:rsidRPr="0050170B">
        <w:rPr>
          <w:rFonts w:asciiTheme="minorHAnsi" w:hAnsiTheme="minorHAnsi"/>
        </w:rPr>
        <w:t xml:space="preserve"> ___</w:t>
      </w:r>
      <w:r w:rsidR="000E4AF8">
        <w:rPr>
          <w:rFonts w:asciiTheme="minorHAnsi" w:hAnsiTheme="minorHAnsi"/>
          <w:u w:val="single"/>
        </w:rPr>
        <w:t>7th</w:t>
      </w:r>
      <w:r w:rsidR="00A74C65">
        <w:rPr>
          <w:rFonts w:asciiTheme="minorHAnsi" w:hAnsiTheme="minorHAnsi"/>
          <w:u w:val="single"/>
        </w:rPr>
        <w:t xml:space="preserve"> </w:t>
      </w:r>
      <w:r w:rsidR="00CE6613" w:rsidRPr="0050170B">
        <w:rPr>
          <w:rFonts w:asciiTheme="minorHAnsi" w:hAnsiTheme="minorHAnsi"/>
          <w:u w:val="single"/>
        </w:rPr>
        <w:t xml:space="preserve">- </w:t>
      </w:r>
      <w:r w:rsidR="000E4AF8">
        <w:rPr>
          <w:rFonts w:asciiTheme="minorHAnsi" w:hAnsiTheme="minorHAnsi"/>
          <w:u w:val="single"/>
        </w:rPr>
        <w:t>1</w:t>
      </w:r>
      <w:r w:rsidR="00CD2EF0">
        <w:rPr>
          <w:rFonts w:asciiTheme="minorHAnsi" w:hAnsiTheme="minorHAnsi"/>
          <w:u w:val="single"/>
        </w:rPr>
        <w:t>5</w:t>
      </w:r>
      <w:r w:rsidRPr="0050170B">
        <w:rPr>
          <w:rFonts w:asciiTheme="minorHAnsi" w:hAnsiTheme="minorHAnsi"/>
        </w:rPr>
        <w:t>__________________</w:t>
      </w:r>
    </w:p>
    <w:p w:rsidR="00070D35" w:rsidRPr="0050170B" w:rsidRDefault="007F5502" w:rsidP="007F5502">
      <w:pPr>
        <w:rPr>
          <w:rFonts w:asciiTheme="minorHAnsi" w:hAnsiTheme="minorHAnsi"/>
        </w:rPr>
      </w:pPr>
      <w:r w:rsidRPr="0050170B">
        <w:rPr>
          <w:rFonts w:asciiTheme="minorHAnsi" w:hAnsiTheme="minorHAnsi"/>
        </w:rPr>
        <w:t>Week of: ___</w:t>
      </w:r>
      <w:r w:rsidR="00CD2EF0">
        <w:rPr>
          <w:rFonts w:asciiTheme="minorHAnsi" w:hAnsiTheme="minorHAnsi"/>
          <w:u w:val="single"/>
        </w:rPr>
        <w:t>August 29- September</w:t>
      </w:r>
      <w:r w:rsidR="0040666A">
        <w:rPr>
          <w:rFonts w:asciiTheme="minorHAnsi" w:hAnsiTheme="minorHAnsi"/>
          <w:u w:val="single"/>
        </w:rPr>
        <w:t xml:space="preserve"> 02</w:t>
      </w:r>
      <w:r w:rsidR="00CE6613" w:rsidRPr="0050170B">
        <w:rPr>
          <w:rFonts w:asciiTheme="minorHAnsi" w:hAnsiTheme="minorHAnsi"/>
          <w:u w:val="single"/>
        </w:rPr>
        <w:t>, 20</w:t>
      </w:r>
      <w:r w:rsidR="00A74C65">
        <w:rPr>
          <w:rFonts w:asciiTheme="minorHAnsi" w:hAnsiTheme="minorHAnsi"/>
          <w:u w:val="single"/>
        </w:rPr>
        <w:t>1</w:t>
      </w:r>
      <w:r w:rsidR="00CD2EF0">
        <w:rPr>
          <w:rFonts w:asciiTheme="minorHAnsi" w:hAnsiTheme="minorHAnsi"/>
          <w:u w:val="single"/>
        </w:rPr>
        <w:t>1</w:t>
      </w:r>
      <w:r w:rsidRPr="0050170B">
        <w:rPr>
          <w:rFonts w:asciiTheme="minorHAnsi" w:hAnsiTheme="minorHAnsi"/>
        </w:rPr>
        <w:t>_____________</w:t>
      </w:r>
    </w:p>
    <w:p w:rsidR="007F5502" w:rsidRPr="0050170B" w:rsidRDefault="00070D35" w:rsidP="007F5502">
      <w:pPr>
        <w:rPr>
          <w:rFonts w:asciiTheme="minorHAnsi" w:hAnsiTheme="minorHAnsi"/>
        </w:rPr>
      </w:pPr>
      <w:r w:rsidRPr="0050170B">
        <w:rPr>
          <w:rFonts w:asciiTheme="minorHAnsi" w:hAnsiTheme="minorHAnsi"/>
        </w:rPr>
        <w:t>Objective:</w:t>
      </w:r>
      <w:r w:rsidR="004D25DE">
        <w:rPr>
          <w:rFonts w:asciiTheme="minorHAnsi" w:hAnsiTheme="minorHAnsi"/>
        </w:rPr>
        <w:t xml:space="preserve"> To </w:t>
      </w:r>
      <w:r w:rsidR="00CD2EF0">
        <w:rPr>
          <w:rFonts w:asciiTheme="minorHAnsi" w:hAnsiTheme="minorHAnsi"/>
        </w:rPr>
        <w:t xml:space="preserve">complete week one of DLW and </w:t>
      </w:r>
      <w:proofErr w:type="spellStart"/>
      <w:r w:rsidR="00CD2EF0">
        <w:rPr>
          <w:rFonts w:asciiTheme="minorHAnsi" w:hAnsiTheme="minorHAnsi"/>
        </w:rPr>
        <w:t>Vocabualry</w:t>
      </w:r>
      <w:proofErr w:type="spellEnd"/>
      <w:r w:rsidR="00CD2EF0">
        <w:rPr>
          <w:rFonts w:asciiTheme="minorHAnsi" w:hAnsiTheme="minorHAnsi"/>
        </w:rPr>
        <w:t xml:space="preserve"> and quiz over them; to begin annotation of non-fiction and begin Native American Writers; to complete revising with style worksheets</w:t>
      </w:r>
    </w:p>
    <w:p w:rsidR="00070D35" w:rsidRPr="0050170B" w:rsidRDefault="00070D35" w:rsidP="007F5502">
      <w:pPr>
        <w:rPr>
          <w:rFonts w:asciiTheme="minorHAnsi" w:hAnsiTheme="minorHAns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0"/>
        <w:gridCol w:w="8340"/>
        <w:gridCol w:w="2216"/>
      </w:tblGrid>
      <w:tr w:rsidR="00070D35" w:rsidRPr="0050170B" w:rsidTr="00070D35">
        <w:tc>
          <w:tcPr>
            <w:tcW w:w="378" w:type="dxa"/>
          </w:tcPr>
          <w:p w:rsidR="00070D35" w:rsidRPr="0050170B" w:rsidRDefault="00A74C65" w:rsidP="007F5502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</w:t>
            </w:r>
            <w:r w:rsidR="00CD2EF0">
              <w:rPr>
                <w:rFonts w:asciiTheme="minorHAnsi" w:hAnsiTheme="minorHAnsi"/>
              </w:rPr>
              <w:t>9</w:t>
            </w:r>
          </w:p>
        </w:tc>
        <w:tc>
          <w:tcPr>
            <w:tcW w:w="8415" w:type="dxa"/>
          </w:tcPr>
          <w:p w:rsidR="00CD2EF0" w:rsidRDefault="00070D35" w:rsidP="00CD2EF0">
            <w:pPr>
              <w:rPr>
                <w:rFonts w:asciiTheme="minorHAnsi" w:hAnsiTheme="minorHAnsi"/>
                <w:sz w:val="22"/>
                <w:szCs w:val="22"/>
              </w:rPr>
            </w:pPr>
            <w:r w:rsidRPr="0050170B">
              <w:rPr>
                <w:rFonts w:asciiTheme="minorHAnsi" w:hAnsiTheme="minorHAnsi"/>
              </w:rPr>
              <w:t>Monday:</w:t>
            </w:r>
            <w:r w:rsidR="00CD2EF0">
              <w:rPr>
                <w:rFonts w:asciiTheme="minorHAnsi" w:hAnsiTheme="minorHAnsi"/>
              </w:rPr>
              <w:t xml:space="preserve"> Prompt: Topic-Boredom-</w:t>
            </w:r>
            <w:r w:rsidR="00CD2EF0" w:rsidRPr="001F5390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CD2EF0" w:rsidRPr="003463C5">
              <w:rPr>
                <w:rFonts w:asciiTheme="minorHAnsi" w:hAnsiTheme="minorHAnsi"/>
              </w:rPr>
              <w:t xml:space="preserve">Describe someone who seems bored without using any form of the words </w:t>
            </w:r>
            <w:proofErr w:type="gramStart"/>
            <w:r w:rsidR="00CD2EF0" w:rsidRPr="003463C5">
              <w:rPr>
                <w:rFonts w:asciiTheme="minorHAnsi" w:hAnsiTheme="minorHAnsi"/>
              </w:rPr>
              <w:t>yawn</w:t>
            </w:r>
            <w:proofErr w:type="gramEnd"/>
            <w:r w:rsidR="00CD2EF0" w:rsidRPr="003463C5">
              <w:rPr>
                <w:rFonts w:asciiTheme="minorHAnsi" w:hAnsiTheme="minorHAnsi"/>
              </w:rPr>
              <w:t>, stare, or sigh</w:t>
            </w:r>
            <w:r w:rsidR="00CD2EF0" w:rsidRPr="001F5390">
              <w:rPr>
                <w:rFonts w:asciiTheme="minorHAnsi" w:hAnsiTheme="minorHAnsi"/>
                <w:sz w:val="22"/>
                <w:szCs w:val="22"/>
              </w:rPr>
              <w:t>.</w:t>
            </w:r>
          </w:p>
          <w:p w:rsidR="00070D35" w:rsidRDefault="00CD2EF0" w:rsidP="007F5502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DLW 1-4</w:t>
            </w:r>
          </w:p>
          <w:p w:rsidR="00CD2EF0" w:rsidRPr="0050170B" w:rsidRDefault="00CD2EF0" w:rsidP="007F5502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Vocabulary: </w:t>
            </w:r>
            <w:r w:rsidR="00CD222A">
              <w:rPr>
                <w:rFonts w:asciiTheme="minorHAnsi" w:hAnsiTheme="minorHAnsi"/>
              </w:rPr>
              <w:t>plausible; reconcile</w:t>
            </w:r>
          </w:p>
          <w:p w:rsidR="00070D35" w:rsidRDefault="00A74C65" w:rsidP="007F5502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 </w:t>
            </w:r>
            <w:r w:rsidR="00CD222A">
              <w:rPr>
                <w:rFonts w:asciiTheme="minorHAnsi" w:hAnsiTheme="minorHAnsi"/>
              </w:rPr>
              <w:t xml:space="preserve">The boy was infamous for having plausible stories for not having his homework done; he served not one day of detention and did not one assignment. </w:t>
            </w:r>
          </w:p>
          <w:p w:rsidR="00CD222A" w:rsidRDefault="00CD222A" w:rsidP="007F5502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In an effort to reconcile both parties of the suit, the judge brought in a mediator to listen to both sides and render a decision. </w:t>
            </w:r>
          </w:p>
          <w:p w:rsidR="00CD222A" w:rsidRPr="0050170B" w:rsidRDefault="00CD222A" w:rsidP="007F5502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Begin work on outlining structure and essay structure for personal essay. Prewriting and outline done for Wed. Must be typed up and ready for class in either email or H://drive</w:t>
            </w:r>
          </w:p>
          <w:p w:rsidR="00070D35" w:rsidRPr="0050170B" w:rsidRDefault="00070D35" w:rsidP="007F5502">
            <w:pPr>
              <w:rPr>
                <w:rFonts w:asciiTheme="minorHAnsi" w:hAnsiTheme="minorHAnsi"/>
              </w:rPr>
            </w:pPr>
            <w:r w:rsidRPr="0050170B">
              <w:rPr>
                <w:rFonts w:asciiTheme="minorHAnsi" w:hAnsiTheme="minorHAnsi"/>
              </w:rPr>
              <w:t>Standards met:</w:t>
            </w:r>
          </w:p>
        </w:tc>
        <w:tc>
          <w:tcPr>
            <w:tcW w:w="2223" w:type="dxa"/>
          </w:tcPr>
          <w:p w:rsidR="00070D35" w:rsidRPr="0050170B" w:rsidRDefault="00070D35" w:rsidP="007F5502">
            <w:pPr>
              <w:rPr>
                <w:rFonts w:asciiTheme="minorHAnsi" w:hAnsiTheme="minorHAnsi"/>
              </w:rPr>
            </w:pPr>
            <w:r w:rsidRPr="0050170B">
              <w:rPr>
                <w:rFonts w:asciiTheme="minorHAnsi" w:hAnsiTheme="minorHAnsi"/>
              </w:rPr>
              <w:t>Special Events</w:t>
            </w:r>
          </w:p>
        </w:tc>
      </w:tr>
      <w:tr w:rsidR="00070D35" w:rsidRPr="0050170B" w:rsidTr="00070D35">
        <w:tc>
          <w:tcPr>
            <w:tcW w:w="378" w:type="dxa"/>
          </w:tcPr>
          <w:p w:rsidR="00070D35" w:rsidRPr="0050170B" w:rsidRDefault="00CD2EF0" w:rsidP="007F5502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30</w:t>
            </w:r>
          </w:p>
        </w:tc>
        <w:tc>
          <w:tcPr>
            <w:tcW w:w="8415" w:type="dxa"/>
          </w:tcPr>
          <w:p w:rsidR="00CD222A" w:rsidRDefault="00070D35" w:rsidP="00CD222A">
            <w:pPr>
              <w:rPr>
                <w:rFonts w:asciiTheme="minorHAnsi" w:hAnsiTheme="minorHAnsi"/>
              </w:rPr>
            </w:pPr>
            <w:r w:rsidRPr="0050170B">
              <w:rPr>
                <w:rFonts w:asciiTheme="minorHAnsi" w:hAnsiTheme="minorHAnsi"/>
              </w:rPr>
              <w:t>Tuesday:</w:t>
            </w:r>
            <w:r w:rsidR="00CE6613" w:rsidRPr="0050170B">
              <w:rPr>
                <w:rFonts w:asciiTheme="minorHAnsi" w:hAnsiTheme="minorHAnsi"/>
              </w:rPr>
              <w:t xml:space="preserve"> Prompt- Topic:  </w:t>
            </w:r>
            <w:r w:rsidR="00CD222A" w:rsidRPr="003463C5">
              <w:rPr>
                <w:rFonts w:asciiTheme="minorHAnsi" w:hAnsiTheme="minorHAnsi"/>
              </w:rPr>
              <w:t>Columbus- List what you know about C. Columbus and his explorations of the Americas</w:t>
            </w:r>
          </w:p>
          <w:p w:rsidR="00CD222A" w:rsidRPr="003463C5" w:rsidRDefault="00CD222A" w:rsidP="00CD222A">
            <w:pPr>
              <w:rPr>
                <w:rFonts w:asciiTheme="minorHAnsi" w:hAnsiTheme="minorHAnsi"/>
              </w:rPr>
            </w:pPr>
          </w:p>
          <w:p w:rsidR="00CD222A" w:rsidRDefault="00CD222A" w:rsidP="00CD222A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DLW 1-5</w:t>
            </w:r>
          </w:p>
          <w:p w:rsidR="00A74C65" w:rsidRDefault="00CD222A" w:rsidP="00CE6613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Vocabulary: solitude; turbulence</w:t>
            </w:r>
          </w:p>
          <w:p w:rsidR="00CD222A" w:rsidRDefault="00CD222A" w:rsidP="00CE6613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After a hectic day at the office, the solitude of her apartment was welcome.</w:t>
            </w:r>
          </w:p>
          <w:p w:rsidR="00CD222A" w:rsidRDefault="00CD222A" w:rsidP="00CE6613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The judge’s seemingly biased ruling in the court case involving two different cultural viewpoints caused turbulence in almost every public location.</w:t>
            </w:r>
          </w:p>
          <w:p w:rsidR="00CD222A" w:rsidRPr="0050170B" w:rsidRDefault="00CD222A" w:rsidP="00CE6613">
            <w:pPr>
              <w:rPr>
                <w:rFonts w:asciiTheme="minorHAnsi" w:hAnsiTheme="minorHAnsi"/>
              </w:rPr>
            </w:pPr>
          </w:p>
          <w:p w:rsidR="00070D35" w:rsidRPr="0050170B" w:rsidRDefault="00070D35" w:rsidP="007F5502">
            <w:pPr>
              <w:rPr>
                <w:rFonts w:asciiTheme="minorHAnsi" w:hAnsiTheme="minorHAnsi"/>
              </w:rPr>
            </w:pPr>
            <w:r w:rsidRPr="0050170B">
              <w:rPr>
                <w:rFonts w:asciiTheme="minorHAnsi" w:hAnsiTheme="minorHAnsi"/>
              </w:rPr>
              <w:t>Standards met:</w:t>
            </w:r>
          </w:p>
        </w:tc>
        <w:tc>
          <w:tcPr>
            <w:tcW w:w="2223" w:type="dxa"/>
          </w:tcPr>
          <w:p w:rsidR="00070D35" w:rsidRPr="0050170B" w:rsidRDefault="00070D35" w:rsidP="007F5502">
            <w:pPr>
              <w:rPr>
                <w:rFonts w:asciiTheme="minorHAnsi" w:hAnsiTheme="minorHAnsi"/>
              </w:rPr>
            </w:pPr>
            <w:r w:rsidRPr="0050170B">
              <w:rPr>
                <w:rFonts w:asciiTheme="minorHAnsi" w:hAnsiTheme="minorHAnsi"/>
              </w:rPr>
              <w:t>Masters to prepare</w:t>
            </w:r>
          </w:p>
        </w:tc>
      </w:tr>
      <w:tr w:rsidR="00070D35" w:rsidRPr="0050170B" w:rsidTr="00070D35">
        <w:tc>
          <w:tcPr>
            <w:tcW w:w="378" w:type="dxa"/>
          </w:tcPr>
          <w:p w:rsidR="00070D35" w:rsidRPr="0050170B" w:rsidRDefault="00CD2EF0" w:rsidP="007F5502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31</w:t>
            </w:r>
          </w:p>
        </w:tc>
        <w:tc>
          <w:tcPr>
            <w:tcW w:w="8415" w:type="dxa"/>
          </w:tcPr>
          <w:p w:rsidR="00CD222A" w:rsidRPr="00682F48" w:rsidRDefault="00070D35" w:rsidP="00CD222A">
            <w:pPr>
              <w:rPr>
                <w:rFonts w:asciiTheme="minorHAnsi" w:hAnsiTheme="minorHAnsi"/>
              </w:rPr>
            </w:pPr>
            <w:r w:rsidRPr="0050170B">
              <w:rPr>
                <w:rFonts w:asciiTheme="minorHAnsi" w:hAnsiTheme="minorHAnsi"/>
              </w:rPr>
              <w:t>Wednesday:</w:t>
            </w:r>
            <w:r w:rsidR="0050170B" w:rsidRPr="0050170B">
              <w:rPr>
                <w:rFonts w:asciiTheme="minorHAnsi" w:hAnsiTheme="minorHAnsi"/>
              </w:rPr>
              <w:t xml:space="preserve"> Prompt- Topic- </w:t>
            </w:r>
            <w:r w:rsidR="00CD222A" w:rsidRPr="0050170B">
              <w:rPr>
                <w:rFonts w:asciiTheme="minorHAnsi" w:hAnsiTheme="minorHAnsi"/>
              </w:rPr>
              <w:t xml:space="preserve">- </w:t>
            </w:r>
            <w:r w:rsidR="00CD222A" w:rsidRPr="00682F48">
              <w:rPr>
                <w:rFonts w:asciiTheme="minorHAnsi" w:hAnsiTheme="minorHAnsi"/>
              </w:rPr>
              <w:t xml:space="preserve">rhyming- Write about your life right now using as many rhyming words as you can. </w:t>
            </w:r>
          </w:p>
          <w:p w:rsidR="000E4AF8" w:rsidRPr="0050170B" w:rsidRDefault="000E4AF8" w:rsidP="000E4AF8">
            <w:pPr>
              <w:rPr>
                <w:rFonts w:asciiTheme="minorHAnsi" w:hAnsiTheme="minorHAnsi"/>
              </w:rPr>
            </w:pPr>
          </w:p>
          <w:p w:rsidR="00070D35" w:rsidRDefault="00CD222A" w:rsidP="007F5502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DLW 1 quiz</w:t>
            </w:r>
          </w:p>
          <w:p w:rsidR="000E4AF8" w:rsidRPr="00A74C65" w:rsidRDefault="00CD222A" w:rsidP="007F5502">
            <w:pPr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</w:rPr>
              <w:t xml:space="preserve">Hand in outline and meet with Mrs. Hansen about it. </w:t>
            </w:r>
          </w:p>
          <w:p w:rsidR="00070D35" w:rsidRPr="0050170B" w:rsidRDefault="00070D35" w:rsidP="007F5502">
            <w:pPr>
              <w:rPr>
                <w:rFonts w:asciiTheme="minorHAnsi" w:hAnsiTheme="minorHAnsi"/>
              </w:rPr>
            </w:pPr>
            <w:r w:rsidRPr="00A74C65">
              <w:rPr>
                <w:rFonts w:asciiTheme="minorHAnsi" w:hAnsiTheme="minorHAnsi"/>
              </w:rPr>
              <w:t>Standards met</w:t>
            </w:r>
            <w:r w:rsidRPr="0050170B">
              <w:rPr>
                <w:rFonts w:asciiTheme="minorHAnsi" w:hAnsiTheme="minorHAnsi"/>
              </w:rPr>
              <w:t>:</w:t>
            </w:r>
          </w:p>
        </w:tc>
        <w:tc>
          <w:tcPr>
            <w:tcW w:w="2223" w:type="dxa"/>
          </w:tcPr>
          <w:p w:rsidR="00070D35" w:rsidRDefault="00070D35" w:rsidP="007F5502">
            <w:pPr>
              <w:rPr>
                <w:rFonts w:asciiTheme="minorHAnsi" w:hAnsiTheme="minorHAnsi"/>
              </w:rPr>
            </w:pPr>
            <w:r w:rsidRPr="0050170B">
              <w:rPr>
                <w:rFonts w:asciiTheme="minorHAnsi" w:hAnsiTheme="minorHAnsi"/>
              </w:rPr>
              <w:t>Copies to run</w:t>
            </w:r>
          </w:p>
          <w:p w:rsidR="00104F91" w:rsidRPr="0050170B" w:rsidRDefault="00104F91" w:rsidP="007F5502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Choosing effective details</w:t>
            </w:r>
          </w:p>
        </w:tc>
      </w:tr>
      <w:tr w:rsidR="00070D35" w:rsidRPr="0050170B" w:rsidTr="00070D35">
        <w:tc>
          <w:tcPr>
            <w:tcW w:w="378" w:type="dxa"/>
          </w:tcPr>
          <w:p w:rsidR="00070D35" w:rsidRPr="0050170B" w:rsidRDefault="00CD2EF0" w:rsidP="007F5502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01</w:t>
            </w:r>
          </w:p>
        </w:tc>
        <w:tc>
          <w:tcPr>
            <w:tcW w:w="8415" w:type="dxa"/>
          </w:tcPr>
          <w:p w:rsidR="00070D35" w:rsidRPr="0050170B" w:rsidRDefault="00070D35" w:rsidP="00394046">
            <w:pPr>
              <w:rPr>
                <w:rFonts w:asciiTheme="minorHAnsi" w:hAnsiTheme="minorHAnsi"/>
              </w:rPr>
            </w:pPr>
            <w:r w:rsidRPr="0050170B">
              <w:rPr>
                <w:rFonts w:asciiTheme="minorHAnsi" w:hAnsiTheme="minorHAnsi"/>
              </w:rPr>
              <w:t>Thursday:</w:t>
            </w:r>
            <w:r w:rsidR="0050170B" w:rsidRPr="0050170B">
              <w:rPr>
                <w:rFonts w:asciiTheme="minorHAnsi" w:hAnsiTheme="minorHAnsi"/>
              </w:rPr>
              <w:t xml:space="preserve"> Prompt- Topic- </w:t>
            </w:r>
            <w:r w:rsidR="00CD222A" w:rsidRPr="00682F48">
              <w:rPr>
                <w:rFonts w:asciiTheme="minorHAnsi" w:hAnsiTheme="minorHAnsi"/>
              </w:rPr>
              <w:t xml:space="preserve">euphemisms- Describe weird Arnold, the </w:t>
            </w:r>
            <w:proofErr w:type="gramStart"/>
            <w:r w:rsidR="00CD222A" w:rsidRPr="00682F48">
              <w:rPr>
                <w:rFonts w:asciiTheme="minorHAnsi" w:hAnsiTheme="minorHAnsi"/>
              </w:rPr>
              <w:t>guy</w:t>
            </w:r>
            <w:proofErr w:type="gramEnd"/>
            <w:r w:rsidR="00CD222A" w:rsidRPr="00682F48">
              <w:rPr>
                <w:rFonts w:asciiTheme="minorHAnsi" w:hAnsiTheme="minorHAnsi"/>
              </w:rPr>
              <w:t xml:space="preserve"> who lives on the corner to your new neighbors using euphemisms</w:t>
            </w:r>
            <w:r w:rsidR="00CD222A">
              <w:rPr>
                <w:rFonts w:asciiTheme="minorHAnsi" w:hAnsiTheme="minorHAnsi"/>
              </w:rPr>
              <w:t>.</w:t>
            </w:r>
          </w:p>
          <w:p w:rsidR="00CD222A" w:rsidRDefault="00CD222A" w:rsidP="007F5502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DLW 2-1 if necessary</w:t>
            </w:r>
          </w:p>
          <w:p w:rsidR="00CD222A" w:rsidRDefault="0040666A" w:rsidP="007F5502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Vocabulary: brevity; carnage</w:t>
            </w:r>
          </w:p>
          <w:p w:rsidR="0040666A" w:rsidRDefault="0040666A" w:rsidP="007F5502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The brevity of her answers sometimes </w:t>
            </w:r>
            <w:proofErr w:type="gramStart"/>
            <w:r>
              <w:rPr>
                <w:rFonts w:asciiTheme="minorHAnsi" w:hAnsiTheme="minorHAnsi"/>
              </w:rPr>
              <w:t>lead</w:t>
            </w:r>
            <w:proofErr w:type="gramEnd"/>
            <w:r>
              <w:rPr>
                <w:rFonts w:asciiTheme="minorHAnsi" w:hAnsiTheme="minorHAnsi"/>
              </w:rPr>
              <w:t xml:space="preserve"> to questions that went unanswered. </w:t>
            </w:r>
          </w:p>
          <w:p w:rsidR="0040666A" w:rsidRDefault="0040666A" w:rsidP="007F5502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When dawn broke over the Eastern coast, people finally saw the carnage left by the hurricane. </w:t>
            </w:r>
          </w:p>
          <w:p w:rsidR="00070D35" w:rsidRPr="0050170B" w:rsidRDefault="00070D35" w:rsidP="007F5502">
            <w:pPr>
              <w:rPr>
                <w:rFonts w:asciiTheme="minorHAnsi" w:hAnsiTheme="minorHAnsi"/>
              </w:rPr>
            </w:pPr>
            <w:r w:rsidRPr="0050170B">
              <w:rPr>
                <w:rFonts w:asciiTheme="minorHAnsi" w:hAnsiTheme="minorHAnsi"/>
              </w:rPr>
              <w:t>Standards met:</w:t>
            </w:r>
          </w:p>
        </w:tc>
        <w:tc>
          <w:tcPr>
            <w:tcW w:w="2223" w:type="dxa"/>
          </w:tcPr>
          <w:p w:rsidR="00070D35" w:rsidRPr="0050170B" w:rsidRDefault="00070D35" w:rsidP="007F5502">
            <w:pPr>
              <w:rPr>
                <w:rFonts w:asciiTheme="minorHAnsi" w:hAnsiTheme="minorHAnsi"/>
              </w:rPr>
            </w:pPr>
            <w:r w:rsidRPr="0050170B">
              <w:rPr>
                <w:rFonts w:asciiTheme="minorHAnsi" w:hAnsiTheme="minorHAnsi"/>
              </w:rPr>
              <w:t>Future plans</w:t>
            </w:r>
          </w:p>
        </w:tc>
      </w:tr>
      <w:tr w:rsidR="00070D35" w:rsidRPr="0050170B" w:rsidTr="00070D35">
        <w:tc>
          <w:tcPr>
            <w:tcW w:w="378" w:type="dxa"/>
          </w:tcPr>
          <w:p w:rsidR="00070D35" w:rsidRPr="0050170B" w:rsidRDefault="00CD2EF0" w:rsidP="007F5502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02</w:t>
            </w:r>
          </w:p>
        </w:tc>
        <w:tc>
          <w:tcPr>
            <w:tcW w:w="8415" w:type="dxa"/>
          </w:tcPr>
          <w:p w:rsidR="00CD2EF0" w:rsidRDefault="00070D35" w:rsidP="00CD2EF0">
            <w:pPr>
              <w:rPr>
                <w:rFonts w:asciiTheme="minorHAnsi" w:hAnsiTheme="minorHAnsi"/>
              </w:rPr>
            </w:pPr>
            <w:r w:rsidRPr="0050170B">
              <w:rPr>
                <w:rFonts w:asciiTheme="minorHAnsi" w:hAnsiTheme="minorHAnsi"/>
              </w:rPr>
              <w:t>Friday:</w:t>
            </w:r>
            <w:r w:rsidR="00A74C65">
              <w:rPr>
                <w:rFonts w:asciiTheme="minorHAnsi" w:hAnsiTheme="minorHAnsi"/>
              </w:rPr>
              <w:t xml:space="preserve"> Prompt- </w:t>
            </w:r>
          </w:p>
          <w:p w:rsidR="00CD2EF0" w:rsidRDefault="00CD2EF0" w:rsidP="00CD2EF0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No school- Labor day holiday</w:t>
            </w:r>
          </w:p>
          <w:p w:rsidR="00070D35" w:rsidRPr="0050170B" w:rsidRDefault="00070D35" w:rsidP="00CD2EF0">
            <w:pPr>
              <w:rPr>
                <w:rFonts w:asciiTheme="minorHAnsi" w:hAnsiTheme="minorHAnsi"/>
              </w:rPr>
            </w:pPr>
            <w:r w:rsidRPr="0050170B">
              <w:rPr>
                <w:rFonts w:asciiTheme="minorHAnsi" w:hAnsiTheme="minorHAnsi"/>
              </w:rPr>
              <w:t>Standards met:</w:t>
            </w:r>
          </w:p>
        </w:tc>
        <w:tc>
          <w:tcPr>
            <w:tcW w:w="2223" w:type="dxa"/>
          </w:tcPr>
          <w:p w:rsidR="00070D35" w:rsidRPr="0050170B" w:rsidRDefault="00070D35" w:rsidP="007F5502">
            <w:pPr>
              <w:rPr>
                <w:rFonts w:asciiTheme="minorHAnsi" w:hAnsiTheme="minorHAnsi"/>
              </w:rPr>
            </w:pPr>
            <w:r w:rsidRPr="0050170B">
              <w:rPr>
                <w:rFonts w:asciiTheme="minorHAnsi" w:hAnsiTheme="minorHAnsi"/>
              </w:rPr>
              <w:t>Miscellaneous</w:t>
            </w:r>
          </w:p>
        </w:tc>
      </w:tr>
    </w:tbl>
    <w:p w:rsidR="0050170B" w:rsidRPr="0050170B" w:rsidRDefault="0050170B">
      <w:pPr>
        <w:rPr>
          <w:rFonts w:asciiTheme="minorHAnsi" w:hAnsiTheme="minorHAnsi"/>
        </w:rPr>
      </w:pPr>
    </w:p>
    <w:sectPr w:rsidR="0050170B" w:rsidRPr="0050170B" w:rsidSect="0016297C">
      <w:headerReference w:type="default" r:id="rId6"/>
      <w:pgSz w:w="12240" w:h="15840"/>
      <w:pgMar w:top="720" w:right="720" w:bottom="576" w:left="720" w:header="720" w:footer="720" w:gutter="0"/>
      <w:cols w:space="720"/>
      <w:noEndnote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E6613" w:rsidRDefault="00CE6613">
      <w:r>
        <w:separator/>
      </w:r>
    </w:p>
  </w:endnote>
  <w:endnote w:type="continuationSeparator" w:id="0">
    <w:p w:rsidR="00CE6613" w:rsidRDefault="00CE661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E6613" w:rsidRDefault="00CE6613">
      <w:r>
        <w:separator/>
      </w:r>
    </w:p>
  </w:footnote>
  <w:footnote w:type="continuationSeparator" w:id="0">
    <w:p w:rsidR="00CE6613" w:rsidRDefault="00CE661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6D3F" w:rsidRPr="007F5502" w:rsidRDefault="00C86D3F" w:rsidP="007F5502">
    <w:pPr>
      <w:jc w:val="center"/>
      <w:rPr>
        <w:sz w:val="40"/>
        <w:szCs w:val="40"/>
      </w:rPr>
    </w:pPr>
    <w:r w:rsidRPr="007F5502">
      <w:rPr>
        <w:sz w:val="40"/>
        <w:szCs w:val="40"/>
      </w:rPr>
      <w:t>Weekly Lesson Plan Form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01"/>
  <w:defaultTabStop w:val="720"/>
  <w:drawingGridHorizontalSpacing w:val="120"/>
  <w:drawingGridVerticalSpacing w:val="163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0170B"/>
    <w:rsid w:val="000239A6"/>
    <w:rsid w:val="00070D35"/>
    <w:rsid w:val="000E4AF8"/>
    <w:rsid w:val="00104F91"/>
    <w:rsid w:val="0016297C"/>
    <w:rsid w:val="001C23E4"/>
    <w:rsid w:val="00313DCE"/>
    <w:rsid w:val="00324EE5"/>
    <w:rsid w:val="00394046"/>
    <w:rsid w:val="003B158B"/>
    <w:rsid w:val="0040666A"/>
    <w:rsid w:val="004A1B4D"/>
    <w:rsid w:val="004D25DE"/>
    <w:rsid w:val="0050170B"/>
    <w:rsid w:val="00550EB4"/>
    <w:rsid w:val="00632ECD"/>
    <w:rsid w:val="00683BB1"/>
    <w:rsid w:val="006E1DE9"/>
    <w:rsid w:val="00713DC3"/>
    <w:rsid w:val="0077700B"/>
    <w:rsid w:val="007E70AB"/>
    <w:rsid w:val="007F5502"/>
    <w:rsid w:val="00813F15"/>
    <w:rsid w:val="00A31D0D"/>
    <w:rsid w:val="00A42B00"/>
    <w:rsid w:val="00A74C65"/>
    <w:rsid w:val="00B33A6D"/>
    <w:rsid w:val="00C41B90"/>
    <w:rsid w:val="00C86D3F"/>
    <w:rsid w:val="00CD222A"/>
    <w:rsid w:val="00CD2EF0"/>
    <w:rsid w:val="00CE6613"/>
    <w:rsid w:val="00E5468F"/>
    <w:rsid w:val="00E64426"/>
    <w:rsid w:val="00E644BD"/>
    <w:rsid w:val="00EB6DE2"/>
    <w:rsid w:val="00F0720F"/>
    <w:rsid w:val="00F35DB3"/>
    <w:rsid w:val="00F44291"/>
    <w:rsid w:val="00FC535A"/>
    <w:rsid w:val="00FD4C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64426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7F550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7F5502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7F5502"/>
    <w:pPr>
      <w:tabs>
        <w:tab w:val="center" w:pos="4320"/>
        <w:tab w:val="right" w:pos="8640"/>
      </w:tabs>
    </w:pPr>
  </w:style>
  <w:style w:type="paragraph" w:styleId="NormalWeb">
    <w:name w:val="Normal (Web)"/>
    <w:basedOn w:val="Normal"/>
    <w:uiPriority w:val="99"/>
    <w:unhideWhenUsed/>
    <w:rsid w:val="000E4AF8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269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Lesson%20plans\Lesson%20plans%200910\Teacher%20lesson%20plan%20form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Teacher lesson plan form</Template>
  <TotalTime>7</TotalTime>
  <Pages>1</Pages>
  <Words>338</Words>
  <Characters>1844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Teacher: Mrs</vt:lpstr>
    </vt:vector>
  </TitlesOfParts>
  <Company>Redfield Public School</Company>
  <LinksUpToDate>false</LinksUpToDate>
  <CharactersWithSpaces>2178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Teacher: Mrs</dc:title>
  <dc:creator>Brittany</dc:creator>
  <cp:lastModifiedBy>Hansen, Stephane</cp:lastModifiedBy>
  <cp:revision>2</cp:revision>
  <cp:lastPrinted>2011-08-29T15:07:00Z</cp:lastPrinted>
  <dcterms:created xsi:type="dcterms:W3CDTF">2011-08-29T15:36:00Z</dcterms:created>
  <dcterms:modified xsi:type="dcterms:W3CDTF">2011-08-29T15:36:00Z</dcterms:modified>
</cp:coreProperties>
</file>